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95738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1E18A0">
        <w:rPr>
          <w:rFonts w:ascii="Arial Narrow" w:hAnsi="Arial Narrow"/>
          <w:noProof/>
          <w:sz w:val="22"/>
          <w:lang w:val="de-DE"/>
        </w:rPr>
        <w:t>04.12.2012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2522A0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Brauchen wir eine Sitzgruppe? (siehe Mail)</w:t>
      </w:r>
    </w:p>
    <w:p w:rsidR="002522A0" w:rsidRDefault="002522A0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Fluchtwegeschilder</w:t>
      </w:r>
      <w:r w:rsidR="004C6225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4C6225">
        <w:rPr>
          <w:rFonts w:ascii="Arial Narrow" w:hAnsi="Arial Narrow"/>
          <w:sz w:val="22"/>
          <w:lang w:val="de-DE"/>
        </w:rPr>
        <w:t>Flo</w:t>
      </w:r>
      <w:proofErr w:type="spellEnd"/>
      <w:r w:rsidR="004C6225">
        <w:rPr>
          <w:rFonts w:ascii="Arial Narrow" w:hAnsi="Arial Narrow"/>
          <w:sz w:val="22"/>
          <w:lang w:val="de-DE"/>
        </w:rPr>
        <w:t>)</w:t>
      </w:r>
    </w:p>
    <w:p w:rsidR="00304E0E" w:rsidRDefault="00304E0E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Erklärung der Spülmaschine</w:t>
      </w:r>
    </w:p>
    <w:p w:rsidR="004C6225" w:rsidRDefault="004C6225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Bergfest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am 12.12. weiß jemand was? Busse, Karten?</w:t>
      </w:r>
    </w:p>
    <w:p w:rsidR="00135E1C" w:rsidRPr="00135E1C" w:rsidRDefault="00135E1C" w:rsidP="00135E1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Freischaltung Mel und 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L. (David)</w:t>
      </w:r>
    </w:p>
    <w:p w:rsidR="004C6225" w:rsidRDefault="004C6225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Reservierung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für IBC Weihnachtsfeier am 14.12.</w:t>
      </w:r>
      <w:r w:rsidR="0008109F">
        <w:rPr>
          <w:rFonts w:ascii="Arial Narrow" w:hAnsi="Arial Narrow"/>
          <w:sz w:val="22"/>
          <w:lang w:val="de-DE"/>
        </w:rPr>
        <w:t xml:space="preserve">, Freischaltung Isabel </w:t>
      </w:r>
      <w:proofErr w:type="spellStart"/>
      <w:r w:rsidR="0008109F">
        <w:rPr>
          <w:rFonts w:ascii="Arial Narrow" w:hAnsi="Arial Narrow"/>
          <w:sz w:val="22"/>
          <w:lang w:val="de-DE"/>
        </w:rPr>
        <w:t>Schorm</w:t>
      </w:r>
      <w:proofErr w:type="spellEnd"/>
      <w:r>
        <w:rPr>
          <w:rFonts w:ascii="Arial Narrow" w:hAnsi="Arial Narrow"/>
          <w:sz w:val="22"/>
          <w:lang w:val="de-DE"/>
        </w:rPr>
        <w:t xml:space="preserve"> (David)</w:t>
      </w:r>
    </w:p>
    <w:p w:rsidR="00FF3EFD" w:rsidRDefault="00FF3EFD" w:rsidP="00FF3EF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Ständige Ausfälle der Website was ist da los? (David)</w:t>
      </w:r>
    </w:p>
    <w:p w:rsidR="0011727C" w:rsidRDefault="0011727C" w:rsidP="0011727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Faxmodul</w:t>
      </w:r>
      <w:proofErr w:type="spellEnd"/>
      <w:r>
        <w:rPr>
          <w:rFonts w:ascii="Arial Narrow" w:hAnsi="Arial Narrow"/>
          <w:sz w:val="22"/>
          <w:lang w:val="de-DE"/>
        </w:rPr>
        <w:t xml:space="preserve"> bestellt? (David)</w:t>
      </w:r>
    </w:p>
    <w:p w:rsidR="0011727C" w:rsidRPr="0011727C" w:rsidRDefault="0011727C" w:rsidP="0011727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Anwesenheit im Büro/Tätigkeiten</w:t>
      </w:r>
      <w:bookmarkStart w:id="0" w:name="_GoBack"/>
      <w:bookmarkEnd w:id="0"/>
    </w:p>
    <w:sectPr w:rsidR="0011727C" w:rsidRPr="0011727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A0" w:rsidRDefault="001E18A0">
      <w:pPr>
        <w:spacing w:line="20" w:lineRule="exact"/>
      </w:pPr>
    </w:p>
  </w:endnote>
  <w:endnote w:type="continuationSeparator" w:id="0">
    <w:p w:rsidR="001E18A0" w:rsidRDefault="001E18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1E18A0" w:rsidRDefault="001E18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A0" w:rsidRDefault="001E18A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1E18A0" w:rsidRDefault="001E1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8A0" w:rsidRDefault="001E18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E18A0" w:rsidRDefault="001E18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E18A0" w:rsidRPr="00CF0EE6" w:rsidRDefault="001E18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85B3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1E18A0" w:rsidRPr="00CF0EE6" w:rsidRDefault="001E18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1E18A0" w:rsidRPr="00CF0EE6" w:rsidRDefault="001E18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1E18A0" w:rsidRPr="00CF0EE6" w:rsidRDefault="001E18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A0"/>
    <w:rsid w:val="00010829"/>
    <w:rsid w:val="000243CF"/>
    <w:rsid w:val="000459F9"/>
    <w:rsid w:val="00052A2E"/>
    <w:rsid w:val="00063E3E"/>
    <w:rsid w:val="0008109F"/>
    <w:rsid w:val="00094624"/>
    <w:rsid w:val="000A4FD2"/>
    <w:rsid w:val="000B2E2D"/>
    <w:rsid w:val="000C1EB8"/>
    <w:rsid w:val="000C2A6E"/>
    <w:rsid w:val="000D74D9"/>
    <w:rsid w:val="00103636"/>
    <w:rsid w:val="0011608E"/>
    <w:rsid w:val="0011727C"/>
    <w:rsid w:val="00135E1C"/>
    <w:rsid w:val="001364FA"/>
    <w:rsid w:val="0014473D"/>
    <w:rsid w:val="00144E86"/>
    <w:rsid w:val="001C7E80"/>
    <w:rsid w:val="001D3317"/>
    <w:rsid w:val="001D47FD"/>
    <w:rsid w:val="001E18A0"/>
    <w:rsid w:val="001F5D4C"/>
    <w:rsid w:val="00203683"/>
    <w:rsid w:val="00211E26"/>
    <w:rsid w:val="002522A0"/>
    <w:rsid w:val="00273332"/>
    <w:rsid w:val="00274830"/>
    <w:rsid w:val="002A571F"/>
    <w:rsid w:val="002B1A01"/>
    <w:rsid w:val="002D090B"/>
    <w:rsid w:val="002E7327"/>
    <w:rsid w:val="00304E0E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C6225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5738B"/>
    <w:rsid w:val="009757B0"/>
    <w:rsid w:val="009906B7"/>
    <w:rsid w:val="009B7B2F"/>
    <w:rsid w:val="009D3E73"/>
    <w:rsid w:val="009E6CE4"/>
    <w:rsid w:val="00A05515"/>
    <w:rsid w:val="00A448D9"/>
    <w:rsid w:val="00A44D35"/>
    <w:rsid w:val="00A85B3D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88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8</cp:revision>
  <cp:lastPrinted>2012-12-04T12:02:00Z</cp:lastPrinted>
  <dcterms:created xsi:type="dcterms:W3CDTF">2012-11-29T20:02:00Z</dcterms:created>
  <dcterms:modified xsi:type="dcterms:W3CDTF">2012-12-04T13:25:00Z</dcterms:modified>
</cp:coreProperties>
</file>